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0AF2F023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3B044C">
              <w:rPr>
                <w:rFonts w:ascii="Cambria" w:hAnsi="Cambria"/>
                <w:b/>
                <w:bCs/>
                <w:lang w:val="es-419"/>
              </w:rPr>
              <w:t>16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0D8D8350" w:rsidR="00076AC6" w:rsidRPr="00487116" w:rsidRDefault="003B044C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04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>
              <w:rPr>
                <w:rFonts w:ascii="Cambria" w:hAnsi="Cambria"/>
                <w:b/>
                <w:bCs/>
              </w:rPr>
              <w:t>04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07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E17B86">
              <w:rPr>
                <w:rFonts w:ascii="Cambria" w:hAnsi="Cambria"/>
                <w:b/>
                <w:bCs/>
              </w:rPr>
              <w:t>3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721D6173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3B044C">
              <w:rPr>
                <w:rFonts w:ascii="Cambria" w:hAnsi="Cambria"/>
                <w:b/>
                <w:bCs/>
              </w:rPr>
              <w:t>08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E17B86">
              <w:rPr>
                <w:rFonts w:ascii="Cambria" w:hAnsi="Cambria"/>
                <w:b/>
                <w:bCs/>
              </w:rPr>
              <w:t>0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CFDE7C" w14:textId="77777777" w:rsidR="00444D96" w:rsidRDefault="00E17B86" w:rsidP="00444D96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Habili</w:t>
            </w:r>
            <w:r w:rsidR="003B044C">
              <w:rPr>
                <w:rFonts w:ascii="Cambria" w:hAnsi="Cambria" w:cs="Calibri"/>
                <w:lang w:eastAsia="es-EC"/>
              </w:rPr>
              <w:t>tación de encuesta socioeconómica</w:t>
            </w:r>
          </w:p>
          <w:p w14:paraId="35DA66DB" w14:textId="77777777" w:rsidR="003B044C" w:rsidRDefault="003B044C" w:rsidP="00444D96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Habilitación del control que el estudiante no puede matricularse y no ha llenado la encuesta</w:t>
            </w:r>
          </w:p>
          <w:p w14:paraId="3B3F27DE" w14:textId="4A8C1E4B" w:rsidR="003B044C" w:rsidRPr="00C15BE4" w:rsidRDefault="003B044C" w:rsidP="00444D96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Eliminación del mensaje que el estudiante no se ha matriculado finalizado el proceso de matrícula.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7C730F24" w14:textId="77777777" w:rsidR="00F378A2" w:rsidRDefault="002F4E5B" w:rsidP="00533B37">
            <w:pPr>
              <w:rPr>
                <w:lang w:val="es-EC"/>
              </w:rPr>
            </w:pPr>
            <w:r>
              <w:rPr>
                <w:lang w:val="es-EC"/>
              </w:rPr>
              <w:t>Ing. Marcelo Quishpe</w:t>
            </w:r>
          </w:p>
          <w:p w14:paraId="37A8BCE8" w14:textId="6D0064DD" w:rsidR="003B044C" w:rsidRDefault="003B044C" w:rsidP="00533B37">
            <w:pPr>
              <w:rPr>
                <w:lang w:val="es-EC"/>
              </w:rPr>
            </w:pPr>
            <w:r>
              <w:rPr>
                <w:lang w:val="es-EC"/>
              </w:rPr>
              <w:t>Ing. Freddy Guzmán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419"/>
              </w:rPr>
              <w:t>Ing. César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D4307" w14:textId="77777777" w:rsidR="00915082" w:rsidRDefault="00915082" w:rsidP="00487116">
      <w:r>
        <w:separator/>
      </w:r>
    </w:p>
  </w:endnote>
  <w:endnote w:type="continuationSeparator" w:id="0">
    <w:p w14:paraId="5A75A70E" w14:textId="77777777" w:rsidR="00915082" w:rsidRDefault="00915082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0FF62" w14:textId="77777777" w:rsidR="00915082" w:rsidRDefault="00915082" w:rsidP="00487116">
      <w:r>
        <w:separator/>
      </w:r>
    </w:p>
  </w:footnote>
  <w:footnote w:type="continuationSeparator" w:id="0">
    <w:p w14:paraId="64C0FBF2" w14:textId="77777777" w:rsidR="00915082" w:rsidRDefault="00915082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7152"/>
    <w:rsid w:val="001B749F"/>
    <w:rsid w:val="001C05DE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428B"/>
    <w:rsid w:val="0020506B"/>
    <w:rsid w:val="00205424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7C78"/>
    <w:rsid w:val="00282B66"/>
    <w:rsid w:val="00283A99"/>
    <w:rsid w:val="00283D10"/>
    <w:rsid w:val="002868A3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6D7E"/>
    <w:rsid w:val="00336E12"/>
    <w:rsid w:val="00341715"/>
    <w:rsid w:val="00342CAC"/>
    <w:rsid w:val="00342EB5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4034BC"/>
    <w:rsid w:val="00405498"/>
    <w:rsid w:val="004119EF"/>
    <w:rsid w:val="004129C2"/>
    <w:rsid w:val="0041677C"/>
    <w:rsid w:val="00421708"/>
    <w:rsid w:val="00427CB0"/>
    <w:rsid w:val="004302D8"/>
    <w:rsid w:val="004317C0"/>
    <w:rsid w:val="00444D96"/>
    <w:rsid w:val="004516C1"/>
    <w:rsid w:val="00452C0F"/>
    <w:rsid w:val="00452FC8"/>
    <w:rsid w:val="00454078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65A6"/>
    <w:rsid w:val="004B6CB2"/>
    <w:rsid w:val="004B7CED"/>
    <w:rsid w:val="004C4499"/>
    <w:rsid w:val="004D0730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46AB3"/>
    <w:rsid w:val="0055268F"/>
    <w:rsid w:val="005572D3"/>
    <w:rsid w:val="00571172"/>
    <w:rsid w:val="00590670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4021"/>
    <w:rsid w:val="006A5912"/>
    <w:rsid w:val="006A75FB"/>
    <w:rsid w:val="006B4FD4"/>
    <w:rsid w:val="006C12CC"/>
    <w:rsid w:val="006C1DE2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7ABE"/>
    <w:rsid w:val="007206C5"/>
    <w:rsid w:val="00722F60"/>
    <w:rsid w:val="0072449A"/>
    <w:rsid w:val="0072477C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70C3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85025"/>
    <w:rsid w:val="00B85985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D66B8"/>
    <w:rsid w:val="00CD6923"/>
    <w:rsid w:val="00CE20E1"/>
    <w:rsid w:val="00CE26DA"/>
    <w:rsid w:val="00CE3574"/>
    <w:rsid w:val="00CE58FC"/>
    <w:rsid w:val="00CE633F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6917"/>
    <w:rsid w:val="00D94ADB"/>
    <w:rsid w:val="00DA11E0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6540"/>
    <w:rsid w:val="00DF2CBF"/>
    <w:rsid w:val="00DF3202"/>
    <w:rsid w:val="00DF5626"/>
    <w:rsid w:val="00E01484"/>
    <w:rsid w:val="00E04834"/>
    <w:rsid w:val="00E11A79"/>
    <w:rsid w:val="00E13CEF"/>
    <w:rsid w:val="00E16AF2"/>
    <w:rsid w:val="00E17B86"/>
    <w:rsid w:val="00E2762F"/>
    <w:rsid w:val="00E33C63"/>
    <w:rsid w:val="00E40076"/>
    <w:rsid w:val="00E41DF8"/>
    <w:rsid w:val="00E437E7"/>
    <w:rsid w:val="00E64DFB"/>
    <w:rsid w:val="00E71526"/>
    <w:rsid w:val="00E8327E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7EF2"/>
    <w:rsid w:val="00F50182"/>
    <w:rsid w:val="00F5201B"/>
    <w:rsid w:val="00F60A0A"/>
    <w:rsid w:val="00F747EC"/>
    <w:rsid w:val="00F76915"/>
    <w:rsid w:val="00F86EB9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BE83-3603-4DD0-993E-5227B57E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3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2024-04-02T12:39:00Z</dcterms:created>
  <dcterms:modified xsi:type="dcterms:W3CDTF">2024-04-05T20:00:00Z</dcterms:modified>
</cp:coreProperties>
</file>